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6C077" w14:textId="5C597867" w:rsidR="001C3DF7" w:rsidRPr="008478C9" w:rsidRDefault="0096129A">
      <w:pPr>
        <w:rPr>
          <w:rFonts w:ascii="Times New Roman" w:hAnsi="Times New Roman" w:cs="Times New Roman"/>
          <w:b/>
        </w:rPr>
      </w:pPr>
      <w:r w:rsidRPr="008478C9">
        <w:rPr>
          <w:rFonts w:ascii="Times New Roman" w:hAnsi="Times New Roman" w:cs="Times New Roman"/>
          <w:b/>
        </w:rPr>
        <w:t xml:space="preserve">Chapter 3: </w:t>
      </w:r>
      <w:r w:rsidR="00C3719F" w:rsidRPr="008478C9">
        <w:rPr>
          <w:rFonts w:ascii="Times New Roman" w:hAnsi="Times New Roman" w:cs="Times New Roman"/>
          <w:b/>
        </w:rPr>
        <w:t xml:space="preserve">Equation Writing Drill: Write equations for the following </w:t>
      </w:r>
    </w:p>
    <w:p w14:paraId="74F238BE" w14:textId="0C84C3D5" w:rsidR="00C3719F" w:rsidRPr="002D6EE2" w:rsidRDefault="002D6EE2">
      <w:pPr>
        <w:rPr>
          <w:rFonts w:ascii="Times New Roman" w:hAnsi="Times New Roman" w:cs="Times New Roman"/>
          <w:b/>
        </w:rPr>
      </w:pPr>
      <w:r w:rsidRPr="002D6EE2">
        <w:rPr>
          <w:rFonts w:ascii="Times New Roman" w:hAnsi="Times New Roman" w:cs="Times New Roman"/>
          <w:b/>
        </w:rPr>
        <w:t>Answer keys</w:t>
      </w:r>
      <w:r>
        <w:rPr>
          <w:rFonts w:ascii="Times New Roman" w:hAnsi="Times New Roman" w:cs="Times New Roman"/>
          <w:b/>
        </w:rPr>
        <w:t xml:space="preserve"> (Please note that physical states are not specified here, but on your exams, you must specify them!!! Don’t </w:t>
      </w:r>
      <w:proofErr w:type="gramStart"/>
      <w:r>
        <w:rPr>
          <w:rFonts w:ascii="Times New Roman" w:hAnsi="Times New Roman" w:cs="Times New Roman"/>
          <w:b/>
        </w:rPr>
        <w:t>worry,</w:t>
      </w:r>
      <w:proofErr w:type="gramEnd"/>
      <w:r>
        <w:rPr>
          <w:rFonts w:ascii="Times New Roman" w:hAnsi="Times New Roman" w:cs="Times New Roman"/>
          <w:b/>
        </w:rPr>
        <w:t xml:space="preserve"> they are probably given to you.)</w:t>
      </w:r>
    </w:p>
    <w:p w14:paraId="0B77D4FA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Sodium phosphate + Aluminum nitrate</w:t>
      </w:r>
    </w:p>
    <w:p w14:paraId="0F32295B" w14:textId="032C0C62" w:rsidR="00C3719F" w:rsidRPr="008478C9" w:rsidRDefault="0083236E" w:rsidP="00C3719F">
      <w:pPr>
        <w:pStyle w:val="a3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06F2D30F">
                <wp:simplePos x="0" y="0"/>
                <wp:positionH relativeFrom="column">
                  <wp:posOffset>1362075</wp:posOffset>
                </wp:positionH>
                <wp:positionV relativeFrom="paragraph">
                  <wp:posOffset>112395</wp:posOffset>
                </wp:positionV>
                <wp:extent cx="247650" cy="0"/>
                <wp:effectExtent l="0" t="76200" r="0" b="95250"/>
                <wp:wrapNone/>
                <wp:docPr id="14" name="直接箭头​​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​​连接符 1" o:spid="_x0000_s1026" type="#_x0000_t32" style="position:absolute;left:0;text-align:left;margin-left:107.25pt;margin-top:8.85pt;width:19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Na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>PO</w:t>
      </w:r>
      <w:r w:rsidR="005F0C6E" w:rsidRPr="008478C9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</w:rPr>
        <w:t xml:space="preserve"> + </w:t>
      </w:r>
      <w:proofErr w:type="gramStart"/>
      <w:r>
        <w:rPr>
          <w:rFonts w:ascii="Times New Roman" w:hAnsi="Times New Roman" w:cs="Times New Roman"/>
        </w:rPr>
        <w:t>Al(</w:t>
      </w:r>
      <w:proofErr w:type="gramEnd"/>
      <w:r>
        <w:rPr>
          <w:rFonts w:ascii="Times New Roman" w:hAnsi="Times New Roman" w:cs="Times New Roman"/>
        </w:rPr>
        <w:t>NO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 w:rsidR="005F0C6E" w:rsidRPr="005F0C6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 xml:space="preserve">    3NaNO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 xml:space="preserve"> + AlPO</w:t>
      </w:r>
      <w:r w:rsidR="005F0C6E" w:rsidRPr="008478C9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126933D2" w14:textId="77777777" w:rsidR="00C3719F" w:rsidRPr="008478C9" w:rsidRDefault="00C3719F" w:rsidP="00C3719F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68F5B5C2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Aluminum + Lead (II) nitrate</w:t>
      </w:r>
    </w:p>
    <w:p w14:paraId="354AD5B4" w14:textId="55F8D816" w:rsidR="00C3719F" w:rsidRPr="008478C9" w:rsidRDefault="0083236E" w:rsidP="00C3719F">
      <w:pPr>
        <w:pStyle w:val="a3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7DBD463E">
                <wp:simplePos x="0" y="0"/>
                <wp:positionH relativeFrom="column">
                  <wp:posOffset>1228725</wp:posOffset>
                </wp:positionH>
                <wp:positionV relativeFrom="paragraph">
                  <wp:posOffset>108585</wp:posOffset>
                </wp:positionV>
                <wp:extent cx="209550" cy="9525"/>
                <wp:effectExtent l="0" t="76200" r="0" b="85725"/>
                <wp:wrapNone/>
                <wp:docPr id="15" name="直接箭头​​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96.75pt;margin-top:8.55pt;width:16.5pt;height: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2Al + </w:t>
      </w:r>
      <w:proofErr w:type="gramStart"/>
      <w:r>
        <w:rPr>
          <w:rFonts w:ascii="Times New Roman" w:hAnsi="Times New Roman" w:cs="Times New Roman"/>
        </w:rPr>
        <w:t>3Pb(</w:t>
      </w:r>
      <w:proofErr w:type="gramEnd"/>
      <w:r>
        <w:rPr>
          <w:rFonts w:ascii="Times New Roman" w:hAnsi="Times New Roman" w:cs="Times New Roman"/>
        </w:rPr>
        <w:t>NO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 w:rsidR="005F0C6E" w:rsidRPr="005F0C6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    2Al(NO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 w:rsidR="005F0C6E" w:rsidRPr="005F0C6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 xml:space="preserve"> + 3Pb</w:t>
      </w:r>
    </w:p>
    <w:p w14:paraId="12F52865" w14:textId="77777777" w:rsidR="00C3719F" w:rsidRPr="0083236E" w:rsidRDefault="00C3719F" w:rsidP="00C3719F">
      <w:pPr>
        <w:pStyle w:val="a3"/>
        <w:ind w:left="360" w:firstLineChars="0" w:firstLine="0"/>
        <w:rPr>
          <w:rFonts w:ascii="Times New Roman" w:hAnsi="Times New Roman" w:cs="Times New Roman"/>
        </w:rPr>
      </w:pPr>
    </w:p>
    <w:p w14:paraId="621B618A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Decomposition of potassium bromide</w:t>
      </w:r>
    </w:p>
    <w:p w14:paraId="4F79C379" w14:textId="466B158F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09C2B638">
                <wp:simplePos x="0" y="0"/>
                <wp:positionH relativeFrom="column">
                  <wp:posOffset>523875</wp:posOffset>
                </wp:positionH>
                <wp:positionV relativeFrom="paragraph">
                  <wp:posOffset>104775</wp:posOffset>
                </wp:positionV>
                <wp:extent cx="171450" cy="19050"/>
                <wp:effectExtent l="0" t="76200" r="0" b="76200"/>
                <wp:wrapNone/>
                <wp:docPr id="16" name="直接箭头​​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41.25pt;margin-top:8.25pt;width:13.5pt;height:1.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" strokecolor="#4f81bd [3204]">
                <v:stroke endarrow="open"/>
              </v:shape>
            </w:pict>
          </mc:Fallback>
        </mc:AlternateConten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K</w:t>
      </w:r>
      <w:r w:rsidR="002D6EE2">
        <w:rPr>
          <w:rFonts w:ascii="Times New Roman" w:hAnsi="Times New Roman" w:cs="Times New Roman"/>
        </w:rPr>
        <w:t>Br</w:t>
      </w:r>
      <w:r>
        <w:rPr>
          <w:rFonts w:ascii="Times New Roman" w:hAnsi="Times New Roman" w:cs="Times New Roman"/>
        </w:rPr>
        <w:t xml:space="preserve">   </w: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K + Br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   </w:t>
      </w:r>
    </w:p>
    <w:p w14:paraId="0D4CD8B8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5822C390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Synthesis of sodium bromide</w:t>
      </w:r>
    </w:p>
    <w:p w14:paraId="48B55868" w14:textId="0ED794EA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5AFD2EE8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247650" cy="0"/>
                <wp:effectExtent l="0" t="76200" r="0" b="95250"/>
                <wp:wrapNone/>
                <wp:docPr id="17" name="直接箭头​​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63pt;margin-top:7.2pt;width:19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2Na + Br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    2NaBr</w:t>
      </w:r>
    </w:p>
    <w:p w14:paraId="700D799A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4FFEF165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Calcium + water</w:t>
      </w:r>
    </w:p>
    <w:p w14:paraId="027F917A" w14:textId="6574BEFF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3B19DF3">
                <wp:simplePos x="0" y="0"/>
                <wp:positionH relativeFrom="column">
                  <wp:posOffset>800100</wp:posOffset>
                </wp:positionH>
                <wp:positionV relativeFrom="paragraph">
                  <wp:posOffset>106680</wp:posOffset>
                </wp:positionV>
                <wp:extent cx="200025" cy="9525"/>
                <wp:effectExtent l="0" t="76200" r="0" b="85725"/>
                <wp:wrapNone/>
                <wp:docPr id="18" name="直接箭头​​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63pt;margin-top:8.4pt;width:15.75pt;height:.7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" strokecolor="#4f81bd [3204]">
                <v:stroke endarrow="open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</w:rPr>
        <w:t>Ca</w:t>
      </w:r>
      <w:proofErr w:type="spellEnd"/>
      <w:r>
        <w:rPr>
          <w:rFonts w:ascii="Times New Roman" w:hAnsi="Times New Roman" w:cs="Times New Roman"/>
        </w:rPr>
        <w:t xml:space="preserve"> + H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O    </w:t>
      </w:r>
      <w:proofErr w:type="spellStart"/>
      <w:proofErr w:type="gramStart"/>
      <w:r>
        <w:rPr>
          <w:rFonts w:ascii="Times New Roman" w:hAnsi="Times New Roman" w:cs="Times New Roman"/>
        </w:rPr>
        <w:t>Ca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OH)</w:t>
      </w:r>
      <w:r w:rsidR="005F0C6E" w:rsidRPr="005F0C6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 + H2</w:t>
      </w:r>
    </w:p>
    <w:p w14:paraId="72FCAA5E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6220C911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Fluorine + potassium chloride</w:t>
      </w:r>
    </w:p>
    <w:p w14:paraId="1ECE77C1" w14:textId="024240F2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758BD574">
                <wp:simplePos x="0" y="0"/>
                <wp:positionH relativeFrom="column">
                  <wp:posOffset>876300</wp:posOffset>
                </wp:positionH>
                <wp:positionV relativeFrom="paragraph">
                  <wp:posOffset>102870</wp:posOffset>
                </wp:positionV>
                <wp:extent cx="200025" cy="0"/>
                <wp:effectExtent l="0" t="76200" r="9525" b="95250"/>
                <wp:wrapNone/>
                <wp:docPr id="19" name="直接箭头​​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69pt;margin-top:8.1pt;width:15.7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F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 + </w: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KCl    </w: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KF + Cl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1D4F423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11A6D86E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Decomposition of phosphorus (V) sulfide</w:t>
      </w:r>
    </w:p>
    <w:p w14:paraId="48C9B539" w14:textId="30CDDDC1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6A637C34">
                <wp:simplePos x="0" y="0"/>
                <wp:positionH relativeFrom="column">
                  <wp:posOffset>523875</wp:posOffset>
                </wp:positionH>
                <wp:positionV relativeFrom="paragraph">
                  <wp:posOffset>99060</wp:posOffset>
                </wp:positionV>
                <wp:extent cx="228600" cy="0"/>
                <wp:effectExtent l="0" t="76200" r="0" b="95250"/>
                <wp:wrapNone/>
                <wp:docPr id="20" name="直接箭头​​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41.25pt;margin-top:7.8pt;width:18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P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>S5    2P + 5S</w:t>
      </w:r>
    </w:p>
    <w:p w14:paraId="7D3A2D8F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3BF2CFB2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</w:rPr>
        <w:t>Iron (III) chloride + Calcium sulfate</w:t>
      </w:r>
    </w:p>
    <w:p w14:paraId="6D16A62B" w14:textId="79040C82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74359C4A">
                <wp:simplePos x="0" y="0"/>
                <wp:positionH relativeFrom="column">
                  <wp:posOffset>1181100</wp:posOffset>
                </wp:positionH>
                <wp:positionV relativeFrom="paragraph">
                  <wp:posOffset>95250</wp:posOffset>
                </wp:positionV>
                <wp:extent cx="285750" cy="9525"/>
                <wp:effectExtent l="0" t="76200" r="0" b="85725"/>
                <wp:wrapNone/>
                <wp:docPr id="21" name="直接箭头​​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93pt;margin-top:7.5pt;width:22.5pt;height: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" strokecolor="#4f81bd [3204]">
                <v:stroke endarrow="open"/>
              </v:shape>
            </w:pict>
          </mc:Fallback>
        </mc:AlternateConten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FeCl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 xml:space="preserve"> +</w:t>
      </w:r>
      <w:r w:rsidR="002D6EE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CaSO4    Fe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F0C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(SO</w:t>
      </w:r>
      <w:r w:rsidR="005F0C6E" w:rsidRPr="008478C9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 w:rsidR="005F0C6E" w:rsidRPr="005F0C6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 xml:space="preserve"> + 3CaCl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18F1BCE7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0CE8B85F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A182083">
                <wp:simplePos x="0" y="0"/>
                <wp:positionH relativeFrom="column">
                  <wp:posOffset>1181100</wp:posOffset>
                </wp:positionH>
                <wp:positionV relativeFrom="paragraph">
                  <wp:posOffset>125730</wp:posOffset>
                </wp:positionV>
                <wp:extent cx="180975" cy="0"/>
                <wp:effectExtent l="0" t="76200" r="9525" b="95250"/>
                <wp:wrapNone/>
                <wp:docPr id="1" name="直接箭头​​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​​连接符 2" o:spid="_x0000_s1026" type="#_x0000_t32" style="position:absolute;left:0;text-align:left;margin-left:93pt;margin-top:9.9pt;width:1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" strokecolor="#4f81bd [3204]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 xml:space="preserve">Sodium chlorate </w:t>
      </w:r>
      <w:r w:rsidRPr="008478C9">
        <w:rPr>
          <w:rFonts w:ascii="Times New Roman" w:hAnsi="Times New Roman" w:cs="Times New Roman"/>
          <w:color w:val="000000"/>
        </w:rPr>
        <w:t xml:space="preserve">   </w:t>
      </w:r>
      <w:r w:rsidRPr="008478C9">
        <w:rPr>
          <w:rFonts w:ascii="Times New Roman" w:hAnsi="Times New Roman" w:cs="Times New Roman"/>
        </w:rPr>
        <w:t>Sodium chloride + Oxygen</w:t>
      </w:r>
    </w:p>
    <w:p w14:paraId="56F5CECE" w14:textId="01477AAE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745B5F78">
                <wp:simplePos x="0" y="0"/>
                <wp:positionH relativeFrom="column">
                  <wp:posOffset>752475</wp:posOffset>
                </wp:positionH>
                <wp:positionV relativeFrom="paragraph">
                  <wp:posOffset>81915</wp:posOffset>
                </wp:positionV>
                <wp:extent cx="257175" cy="9525"/>
                <wp:effectExtent l="0" t="76200" r="0" b="85725"/>
                <wp:wrapNone/>
                <wp:docPr id="22" name="直接箭头​​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59.25pt;margin-top:6.45pt;width:20.25pt;height: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" strokecolor="#4f81bd [3204]">
                <v:stroke endarrow="open"/>
              </v:shape>
            </w:pict>
          </mc:Fallback>
        </mc:AlternateConten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NaClO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</w:rPr>
        <w:t xml:space="preserve">    </w:t>
      </w:r>
      <w:r w:rsidR="002D6EE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NaCl + </w:t>
      </w:r>
      <w:r w:rsidR="002D6EE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O</w:t>
      </w:r>
      <w:r w:rsidR="005F0C6E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2F0B9AD1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6B3EFF91" w14:textId="77777777" w:rsidR="00C3719F" w:rsidRPr="008478C9" w:rsidRDefault="00C3719F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5AA3E57B">
                <wp:simplePos x="0" y="0"/>
                <wp:positionH relativeFrom="column">
                  <wp:posOffset>952500</wp:posOffset>
                </wp:positionH>
                <wp:positionV relativeFrom="paragraph">
                  <wp:posOffset>121920</wp:posOffset>
                </wp:positionV>
                <wp:extent cx="228600" cy="0"/>
                <wp:effectExtent l="0" t="76200" r="0" b="95250"/>
                <wp:wrapNone/>
                <wp:docPr id="2" name="直接箭头​​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75pt;margin-top:9.6pt;width:18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" strokecolor="#4f81bd [3204]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>P</w:t>
      </w:r>
      <w:r w:rsidR="0096129A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>O</w:t>
      </w:r>
      <w:r w:rsidR="0096129A" w:rsidRPr="008478C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478C9">
        <w:rPr>
          <w:rFonts w:ascii="Times New Roman" w:hAnsi="Times New Roman" w:cs="Times New Roman"/>
        </w:rPr>
        <w:t>+ H</w:t>
      </w:r>
      <w:r w:rsidR="0096129A"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>O     H</w:t>
      </w:r>
      <w:r w:rsidR="0096129A"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>PO</w:t>
      </w:r>
      <w:r w:rsidR="0096129A" w:rsidRPr="008478C9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  <w:r w:rsidRPr="008478C9">
        <w:rPr>
          <w:rFonts w:ascii="Times New Roman" w:hAnsi="Times New Roman" w:cs="Times New Roman"/>
        </w:rPr>
        <w:t xml:space="preserve"> (formulas are correct- balance) </w:t>
      </w:r>
    </w:p>
    <w:p w14:paraId="6ADF4DFE" w14:textId="49A23451" w:rsidR="00C3719F" w:rsidRPr="008478C9" w:rsidRDefault="0083236E" w:rsidP="0083236E">
      <w:pPr>
        <w:ind w:left="36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2E61E1C8">
                <wp:simplePos x="0" y="0"/>
                <wp:positionH relativeFrom="column">
                  <wp:posOffset>952500</wp:posOffset>
                </wp:positionH>
                <wp:positionV relativeFrom="paragraph">
                  <wp:posOffset>135255</wp:posOffset>
                </wp:positionV>
                <wp:extent cx="228600" cy="0"/>
                <wp:effectExtent l="0" t="76200" r="0" b="95250"/>
                <wp:wrapNone/>
                <wp:docPr id="12" name="直接箭头​​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xmlns:a14="http://schemas.microsoft.com/office/drawing/2010/main" val="4F81BD" mc:Ignorable="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2" o:spid="_x0000_s1026" type="#_x0000_t32" style="position:absolute;left:0;text-align:left;margin-left:75pt;margin-top:10.65pt;width:18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" strokecolor="#4a7ebb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>P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>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478C9">
        <w:rPr>
          <w:rFonts w:ascii="Times New Roman" w:hAnsi="Times New Roman" w:cs="Times New Roman"/>
        </w:rPr>
        <w:t xml:space="preserve">+ </w:t>
      </w:r>
      <w:r>
        <w:rPr>
          <w:rFonts w:ascii="Times New Roman" w:hAnsi="Times New Roman" w:cs="Times New Roman"/>
        </w:rPr>
        <w:t>3</w:t>
      </w:r>
      <w:r w:rsidRPr="008478C9">
        <w:rPr>
          <w:rFonts w:ascii="Times New Roman" w:hAnsi="Times New Roman" w:cs="Times New Roman"/>
        </w:rPr>
        <w:t>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O     </w:t>
      </w:r>
      <w:r>
        <w:rPr>
          <w:rFonts w:ascii="Times New Roman" w:hAnsi="Times New Roman" w:cs="Times New Roman"/>
        </w:rPr>
        <w:t>2</w:t>
      </w:r>
      <w:r w:rsidRPr="008478C9">
        <w:rPr>
          <w:rFonts w:ascii="Times New Roman" w:hAnsi="Times New Roman" w:cs="Times New Roman"/>
        </w:rPr>
        <w:t>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>PO</w:t>
      </w:r>
      <w:r w:rsidRPr="008478C9">
        <w:rPr>
          <w:rStyle w:val="chemf"/>
          <w:rFonts w:ascii="Times New Roman" w:hAnsi="Times New Roman" w:cs="Times New Roman"/>
          <w:sz w:val="24"/>
          <w:szCs w:val="24"/>
          <w:vertAlign w:val="subscript"/>
        </w:rPr>
        <w:t>4</w:t>
      </w:r>
      <w:bookmarkStart w:id="0" w:name="_GoBack"/>
      <w:bookmarkEnd w:id="0"/>
    </w:p>
    <w:p w14:paraId="13BFEDE8" w14:textId="77777777" w:rsidR="00C3719F" w:rsidRPr="008478C9" w:rsidRDefault="00C3719F" w:rsidP="00C3719F">
      <w:pPr>
        <w:rPr>
          <w:rFonts w:ascii="Times New Roman" w:hAnsi="Times New Roman" w:cs="Times New Roman"/>
        </w:rPr>
      </w:pPr>
    </w:p>
    <w:p w14:paraId="45168EA9" w14:textId="77777777" w:rsidR="00C3719F" w:rsidRPr="008478C9" w:rsidRDefault="0096129A" w:rsidP="00C3719F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5CA779BF">
                <wp:simplePos x="0" y="0"/>
                <wp:positionH relativeFrom="column">
                  <wp:posOffset>695325</wp:posOffset>
                </wp:positionH>
                <wp:positionV relativeFrom="paragraph">
                  <wp:posOffset>108585</wp:posOffset>
                </wp:positionV>
                <wp:extent cx="161925" cy="9525"/>
                <wp:effectExtent l="0" t="76200" r="0" b="85725"/>
                <wp:wrapNone/>
                <wp:docPr id="3" name="直接箭头​​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54.75pt;margin-top:8.55pt;width:12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" strokecolor="#4f81bd [3204]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>N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+ 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  NH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06BADB5" w14:textId="6D134FB8" w:rsidR="0083236E" w:rsidRPr="008478C9" w:rsidRDefault="0083236E" w:rsidP="0083236E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D7F6381">
                <wp:simplePos x="0" y="0"/>
                <wp:positionH relativeFrom="column">
                  <wp:posOffset>695325</wp:posOffset>
                </wp:positionH>
                <wp:positionV relativeFrom="paragraph">
                  <wp:posOffset>74295</wp:posOffset>
                </wp:positionV>
                <wp:extent cx="161925" cy="9525"/>
                <wp:effectExtent l="0" t="76200" r="0" b="85725"/>
                <wp:wrapNone/>
                <wp:docPr id="8" name="直接箭头​​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8" o:spid="_x0000_s1026" type="#_x0000_t32" style="position:absolute;left:0;text-align:left;margin-left:54.75pt;margin-top:5.85pt;width:12.7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" strokecolor="#4f81bd [3204]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>N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>3</w:t>
      </w:r>
      <w:r w:rsidRPr="008478C9">
        <w:rPr>
          <w:rFonts w:ascii="Times New Roman" w:hAnsi="Times New Roman" w:cs="Times New Roman"/>
        </w:rPr>
        <w:t>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2</w:t>
      </w:r>
      <w:r w:rsidRPr="008478C9">
        <w:rPr>
          <w:rFonts w:ascii="Times New Roman" w:hAnsi="Times New Roman" w:cs="Times New Roman"/>
        </w:rPr>
        <w:t>NH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7875DA41" w14:textId="77777777" w:rsidR="0096129A" w:rsidRPr="008478C9" w:rsidRDefault="0096129A" w:rsidP="0096129A">
      <w:pPr>
        <w:rPr>
          <w:rFonts w:ascii="Times New Roman" w:hAnsi="Times New Roman" w:cs="Times New Roman"/>
        </w:rPr>
      </w:pPr>
    </w:p>
    <w:p w14:paraId="5C42D9B6" w14:textId="77777777" w:rsidR="0096129A" w:rsidRPr="008478C9" w:rsidRDefault="0096129A" w:rsidP="0096129A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B9E1CC9">
                <wp:simplePos x="0" y="0"/>
                <wp:positionH relativeFrom="column">
                  <wp:posOffset>1162050</wp:posOffset>
                </wp:positionH>
                <wp:positionV relativeFrom="paragraph">
                  <wp:posOffset>144780</wp:posOffset>
                </wp:positionV>
                <wp:extent cx="171450" cy="0"/>
                <wp:effectExtent l="0" t="76200" r="0" b="95250"/>
                <wp:wrapNone/>
                <wp:docPr id="4" name="直接箭头​​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91.5pt;margin-top:11.4pt;width:13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" strokecolor="#4f81bd [3204]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>AgNO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 xml:space="preserve"> + MgCl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  </w:t>
      </w:r>
      <w:proofErr w:type="spellStart"/>
      <w:r w:rsidRPr="008478C9">
        <w:rPr>
          <w:rFonts w:ascii="Times New Roman" w:hAnsi="Times New Roman" w:cs="Times New Roman"/>
        </w:rPr>
        <w:t>AgCl</w:t>
      </w:r>
      <w:proofErr w:type="spellEnd"/>
      <w:r w:rsidRPr="008478C9">
        <w:rPr>
          <w:rFonts w:ascii="Times New Roman" w:hAnsi="Times New Roman" w:cs="Times New Roman"/>
        </w:rPr>
        <w:t xml:space="preserve"> + Mg(NO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>)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 xml:space="preserve"> 2</w:t>
      </w:r>
      <w:r w:rsidRPr="008478C9">
        <w:rPr>
          <w:rFonts w:ascii="Times New Roman" w:hAnsi="Times New Roman" w:cs="Times New Roman"/>
        </w:rPr>
        <w:t xml:space="preserve">  </w:t>
      </w:r>
    </w:p>
    <w:p w14:paraId="0BA6FCC1" w14:textId="6903F852" w:rsidR="0096129A" w:rsidRPr="008478C9" w:rsidRDefault="0083236E" w:rsidP="008323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1C8574EF">
                <wp:simplePos x="0" y="0"/>
                <wp:positionH relativeFrom="column">
                  <wp:posOffset>1181100</wp:posOffset>
                </wp:positionH>
                <wp:positionV relativeFrom="paragraph">
                  <wp:posOffset>146685</wp:posOffset>
                </wp:positionV>
                <wp:extent cx="257175" cy="0"/>
                <wp:effectExtent l="0" t="76200" r="9525" b="95250"/>
                <wp:wrapNone/>
                <wp:docPr id="23" name="直接箭头​​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93pt;margin-top:11.55pt;width:20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2</w:t>
      </w:r>
      <w:r w:rsidRPr="008478C9">
        <w:rPr>
          <w:rFonts w:ascii="Times New Roman" w:hAnsi="Times New Roman" w:cs="Times New Roman"/>
        </w:rPr>
        <w:t>AgNO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 xml:space="preserve"> + MgCl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2</w:t>
      </w:r>
      <w:r w:rsidRPr="008478C9">
        <w:rPr>
          <w:rFonts w:ascii="Times New Roman" w:hAnsi="Times New Roman" w:cs="Times New Roman"/>
        </w:rPr>
        <w:t xml:space="preserve">AgCl + </w:t>
      </w:r>
      <w:proofErr w:type="gramStart"/>
      <w:r w:rsidRPr="008478C9">
        <w:rPr>
          <w:rFonts w:ascii="Times New Roman" w:hAnsi="Times New Roman" w:cs="Times New Roman"/>
        </w:rPr>
        <w:t>Mg(</w:t>
      </w:r>
      <w:proofErr w:type="gramEnd"/>
      <w:r w:rsidRPr="008478C9">
        <w:rPr>
          <w:rFonts w:ascii="Times New Roman" w:hAnsi="Times New Roman" w:cs="Times New Roman"/>
        </w:rPr>
        <w:t>NO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>)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 xml:space="preserve"> 2</w:t>
      </w:r>
    </w:p>
    <w:p w14:paraId="203B1F3A" w14:textId="77777777" w:rsidR="0096129A" w:rsidRPr="0083236E" w:rsidRDefault="0096129A" w:rsidP="0096129A">
      <w:pPr>
        <w:rPr>
          <w:rFonts w:ascii="Times New Roman" w:hAnsi="Times New Roman" w:cs="Times New Roman"/>
        </w:rPr>
      </w:pPr>
    </w:p>
    <w:p w14:paraId="1729C6DE" w14:textId="77777777" w:rsidR="0096129A" w:rsidRPr="008478C9" w:rsidRDefault="0096129A" w:rsidP="0096129A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F1270E8">
                <wp:simplePos x="0" y="0"/>
                <wp:positionH relativeFrom="column">
                  <wp:posOffset>1047750</wp:posOffset>
                </wp:positionH>
                <wp:positionV relativeFrom="paragraph">
                  <wp:posOffset>112395</wp:posOffset>
                </wp:positionV>
                <wp:extent cx="228600" cy="0"/>
                <wp:effectExtent l="0" t="76200" r="0" b="95250"/>
                <wp:wrapNone/>
                <wp:docPr id="5" name="直接箭头​​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82.5pt;margin-top:8.85pt;width:1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" strokecolor="#4f81bd [3204]">
                <v:stroke endarrow="open"/>
              </v:shape>
            </w:pict>
          </mc:Fallback>
        </mc:AlternateContent>
      </w:r>
      <w:r w:rsidRPr="008478C9">
        <w:rPr>
          <w:rFonts w:ascii="Times New Roman" w:hAnsi="Times New Roman" w:cs="Times New Roman"/>
        </w:rPr>
        <w:t>FeCl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 xml:space="preserve"> + </w:t>
      </w:r>
      <w:proofErr w:type="spellStart"/>
      <w:r w:rsidRPr="008478C9">
        <w:rPr>
          <w:rFonts w:ascii="Times New Roman" w:hAnsi="Times New Roman" w:cs="Times New Roman"/>
        </w:rPr>
        <w:t>NaOH</w:t>
      </w:r>
      <w:proofErr w:type="spellEnd"/>
      <w:r w:rsidRPr="008478C9">
        <w:rPr>
          <w:rFonts w:ascii="Times New Roman" w:hAnsi="Times New Roman" w:cs="Times New Roman"/>
        </w:rPr>
        <w:t xml:space="preserve">   Fe(OH)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 xml:space="preserve"> 3</w:t>
      </w:r>
      <w:r w:rsidRPr="008478C9">
        <w:rPr>
          <w:rFonts w:ascii="Times New Roman" w:hAnsi="Times New Roman" w:cs="Times New Roman"/>
        </w:rPr>
        <w:t xml:space="preserve"> + </w:t>
      </w:r>
      <w:proofErr w:type="spellStart"/>
      <w:r w:rsidRPr="008478C9">
        <w:rPr>
          <w:rFonts w:ascii="Times New Roman" w:hAnsi="Times New Roman" w:cs="Times New Roman"/>
        </w:rPr>
        <w:t>NaCl</w:t>
      </w:r>
      <w:proofErr w:type="spellEnd"/>
    </w:p>
    <w:p w14:paraId="3315BB96" w14:textId="495737EA" w:rsidR="0083236E" w:rsidRPr="0083236E" w:rsidRDefault="0083236E" w:rsidP="0083236E">
      <w:pPr>
        <w:ind w:firstLine="360"/>
        <w:rPr>
          <w:rFonts w:ascii="Times New Roman" w:hAnsi="Times New Roman" w:cs="Times New Roman"/>
        </w:rPr>
      </w:pPr>
      <w:r w:rsidRPr="008478C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1F8F70D5">
                <wp:simplePos x="0" y="0"/>
                <wp:positionH relativeFrom="column">
                  <wp:posOffset>1047750</wp:posOffset>
                </wp:positionH>
                <wp:positionV relativeFrom="paragraph">
                  <wp:posOffset>114300</wp:posOffset>
                </wp:positionV>
                <wp:extent cx="228600" cy="0"/>
                <wp:effectExtent l="0" t="76200" r="0" b="95250"/>
                <wp:wrapNone/>
                <wp:docPr id="10" name="直接箭头​​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0" o:spid="_x0000_s1026" type="#_x0000_t32" style="position:absolute;left:0;text-align:left;margin-left:82.5pt;margin-top:9pt;width:18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" strokecolor="#4f81bd [3204]">
                <v:stroke endarrow="open"/>
              </v:shape>
            </w:pict>
          </mc:Fallback>
        </mc:AlternateContent>
      </w:r>
      <w:r w:rsidRPr="0083236E">
        <w:rPr>
          <w:rFonts w:ascii="Times New Roman" w:hAnsi="Times New Roman" w:cs="Times New Roman"/>
        </w:rPr>
        <w:t>FeCl</w:t>
      </w:r>
      <w:r w:rsidRPr="0083236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3236E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>3</w:t>
      </w:r>
      <w:r w:rsidRPr="0083236E">
        <w:rPr>
          <w:rFonts w:ascii="Times New Roman" w:hAnsi="Times New Roman" w:cs="Times New Roman"/>
        </w:rPr>
        <w:t xml:space="preserve">NaOH   </w:t>
      </w:r>
      <w:proofErr w:type="gramStart"/>
      <w:r w:rsidRPr="0083236E">
        <w:rPr>
          <w:rFonts w:ascii="Times New Roman" w:hAnsi="Times New Roman" w:cs="Times New Roman"/>
        </w:rPr>
        <w:t>Fe(</w:t>
      </w:r>
      <w:proofErr w:type="gramEnd"/>
      <w:r w:rsidRPr="0083236E">
        <w:rPr>
          <w:rFonts w:ascii="Times New Roman" w:hAnsi="Times New Roman" w:cs="Times New Roman"/>
        </w:rPr>
        <w:t>OH)</w:t>
      </w:r>
      <w:r w:rsidRPr="0083236E">
        <w:rPr>
          <w:rFonts w:ascii="Times New Roman" w:hAnsi="Times New Roman" w:cs="Times New Roman"/>
          <w:sz w:val="24"/>
          <w:szCs w:val="24"/>
          <w:vertAlign w:val="subscript"/>
        </w:rPr>
        <w:t xml:space="preserve"> 3</w:t>
      </w:r>
      <w:r w:rsidRPr="0083236E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>3</w:t>
      </w:r>
      <w:r w:rsidRPr="0083236E">
        <w:rPr>
          <w:rFonts w:ascii="Times New Roman" w:hAnsi="Times New Roman" w:cs="Times New Roman"/>
        </w:rPr>
        <w:t>NaCl</w:t>
      </w:r>
    </w:p>
    <w:p w14:paraId="12A85C19" w14:textId="77777777" w:rsidR="0096129A" w:rsidRPr="0083236E" w:rsidRDefault="0096129A" w:rsidP="0096129A">
      <w:pPr>
        <w:rPr>
          <w:rFonts w:ascii="Times New Roman" w:hAnsi="Times New Roman" w:cs="Times New Roman"/>
        </w:rPr>
      </w:pPr>
    </w:p>
    <w:p w14:paraId="5FE1D617" w14:textId="77777777" w:rsidR="0096129A" w:rsidRPr="008478C9" w:rsidRDefault="0096129A" w:rsidP="0096129A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8478C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7BA3BD3">
                <wp:simplePos x="0" y="0"/>
                <wp:positionH relativeFrom="column">
                  <wp:posOffset>857250</wp:posOffset>
                </wp:positionH>
                <wp:positionV relativeFrom="paragraph">
                  <wp:posOffset>116205</wp:posOffset>
                </wp:positionV>
                <wp:extent cx="190500" cy="0"/>
                <wp:effectExtent l="0" t="76200" r="0" b="95250"/>
                <wp:wrapNone/>
                <wp:docPr id="6" name="直接箭头​​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67.5pt;margin-top:9.15pt;width:1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" strokecolor="#4f81bd [3204]">
                <v:stroke endarrow="open"/>
              </v:shape>
            </w:pict>
          </mc:Fallback>
        </mc:AlternateContent>
      </w:r>
      <w:proofErr w:type="spellStart"/>
      <w:r w:rsidRPr="008478C9">
        <w:rPr>
          <w:rFonts w:ascii="Times New Roman" w:hAnsi="Times New Roman" w:cs="Times New Roman"/>
        </w:rPr>
        <w:t>HCl</w:t>
      </w:r>
      <w:proofErr w:type="spellEnd"/>
      <w:r w:rsidRPr="008478C9">
        <w:rPr>
          <w:rFonts w:ascii="Times New Roman" w:hAnsi="Times New Roman" w:cs="Times New Roman"/>
        </w:rPr>
        <w:t>+ CaCO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 xml:space="preserve">   CaCl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+ 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>O + CO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</w:t>
      </w:r>
    </w:p>
    <w:p w14:paraId="75DF143B" w14:textId="46E3B1E4" w:rsidR="00C3719F" w:rsidRPr="008478C9" w:rsidRDefault="0083236E" w:rsidP="00C3719F">
      <w:pPr>
        <w:pStyle w:val="a3"/>
        <w:ind w:left="36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477C7C56">
                <wp:simplePos x="0" y="0"/>
                <wp:positionH relativeFrom="column">
                  <wp:posOffset>1047750</wp:posOffset>
                </wp:positionH>
                <wp:positionV relativeFrom="paragraph">
                  <wp:posOffset>81915</wp:posOffset>
                </wp:positionV>
                <wp:extent cx="180975" cy="19050"/>
                <wp:effectExtent l="0" t="76200" r="0" b="76200"/>
                <wp:wrapNone/>
                <wp:docPr id="24" name="直接箭头​​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82.5pt;margin-top:6.45pt;width:14.25pt;height: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" strokecolor="#4f81bd [320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</w:rPr>
        <w:t>2</w:t>
      </w:r>
      <w:r w:rsidRPr="008478C9">
        <w:rPr>
          <w:rFonts w:ascii="Times New Roman" w:hAnsi="Times New Roman" w:cs="Times New Roman"/>
        </w:rPr>
        <w:t>HCl+ CaCO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78C9">
        <w:rPr>
          <w:rFonts w:ascii="Times New Roman" w:hAnsi="Times New Roman" w:cs="Times New Roman"/>
        </w:rPr>
        <w:t xml:space="preserve">   CaCl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 xml:space="preserve"> + H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78C9">
        <w:rPr>
          <w:rFonts w:ascii="Times New Roman" w:hAnsi="Times New Roman" w:cs="Times New Roman"/>
        </w:rPr>
        <w:t>O + CO</w:t>
      </w:r>
      <w:r w:rsidRPr="008478C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sectPr w:rsidR="00C3719F" w:rsidRPr="008478C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A5032"/>
    <w:multiLevelType w:val="hybridMultilevel"/>
    <w:tmpl w:val="BA24A7AE"/>
    <w:lvl w:ilvl="0" w:tplc="042C5E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19F"/>
    <w:rsid w:val="001C3DF7"/>
    <w:rsid w:val="002D6EE2"/>
    <w:rsid w:val="005F0C6E"/>
    <w:rsid w:val="0083236E"/>
    <w:rsid w:val="008478C9"/>
    <w:rsid w:val="0096129A"/>
    <w:rsid w:val="00C3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CA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19F"/>
    <w:pPr>
      <w:ind w:firstLineChars="200" w:firstLine="420"/>
    </w:pPr>
  </w:style>
  <w:style w:type="character" w:customStyle="1" w:styleId="chemf">
    <w:name w:val="chemf"/>
    <w:basedOn w:val="a0"/>
    <w:rsid w:val="00961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19F"/>
    <w:pPr>
      <w:ind w:firstLineChars="200" w:firstLine="420"/>
    </w:pPr>
  </w:style>
  <w:style w:type="character" w:customStyle="1" w:styleId="chemf">
    <w:name w:val="chemf"/>
    <w:basedOn w:val="a0"/>
    <w:rsid w:val="0096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3562A-E70D-45C7-80E2-8F2B122D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4</cp:revision>
  <dcterms:created xsi:type="dcterms:W3CDTF">2010-09-25T03:27:00Z</dcterms:created>
  <dcterms:modified xsi:type="dcterms:W3CDTF">2010-09-26T01:45:00Z</dcterms:modified>
</cp:coreProperties>
</file>